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2EE4E" w14:textId="77777777" w:rsidR="00302193" w:rsidRDefault="008D248E">
      <w:r>
        <w:t>Name: ______________________________</w:t>
      </w:r>
      <w:r>
        <w:tab/>
      </w:r>
      <w:r>
        <w:tab/>
        <w:t>Period: ________</w:t>
      </w:r>
      <w:r>
        <w:tab/>
        <w:t>Date: _____________</w:t>
      </w:r>
    </w:p>
    <w:p w14:paraId="583D0053" w14:textId="77777777" w:rsidR="008D248E" w:rsidRDefault="008D248E"/>
    <w:p w14:paraId="37424FC3" w14:textId="77777777" w:rsidR="008D248E" w:rsidRPr="008D248E" w:rsidRDefault="001B696A" w:rsidP="008D248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Average Atomic Mass Practice Problems</w:t>
      </w:r>
    </w:p>
    <w:p w14:paraId="05FABCFE" w14:textId="77777777" w:rsidR="008D248E" w:rsidRDefault="008D248E"/>
    <w:p w14:paraId="7F3104E2" w14:textId="77777777" w:rsidR="001B696A" w:rsidRPr="001B696A" w:rsidRDefault="001B696A">
      <w:pPr>
        <w:rPr>
          <w:i/>
          <w:sz w:val="28"/>
        </w:rPr>
      </w:pPr>
      <w:r w:rsidRPr="001B696A">
        <w:rPr>
          <w:i/>
          <w:sz w:val="28"/>
        </w:rPr>
        <w:t>Directions</w:t>
      </w:r>
    </w:p>
    <w:p w14:paraId="16953D2D" w14:textId="77777777" w:rsidR="001B696A" w:rsidRPr="001B696A" w:rsidRDefault="001B696A" w:rsidP="001B696A">
      <w:pPr>
        <w:pStyle w:val="ListParagraph"/>
        <w:numPr>
          <w:ilvl w:val="0"/>
          <w:numId w:val="1"/>
        </w:numPr>
        <w:rPr>
          <w:i/>
          <w:sz w:val="28"/>
        </w:rPr>
      </w:pPr>
      <w:r w:rsidRPr="001B696A">
        <w:rPr>
          <w:i/>
          <w:sz w:val="28"/>
        </w:rPr>
        <w:t>Calculate the average atomic mass for each of the elements below.</w:t>
      </w:r>
    </w:p>
    <w:p w14:paraId="7658B08D" w14:textId="77777777" w:rsidR="001B696A" w:rsidRPr="001B696A" w:rsidRDefault="001B696A" w:rsidP="001B696A">
      <w:pPr>
        <w:pStyle w:val="ListParagraph"/>
        <w:numPr>
          <w:ilvl w:val="0"/>
          <w:numId w:val="1"/>
        </w:numPr>
        <w:rPr>
          <w:i/>
          <w:sz w:val="28"/>
        </w:rPr>
      </w:pPr>
      <w:r w:rsidRPr="001B696A">
        <w:rPr>
          <w:i/>
          <w:sz w:val="28"/>
        </w:rPr>
        <w:t xml:space="preserve">SHOW YOUR WORK and </w:t>
      </w:r>
      <w:r w:rsidRPr="001B696A">
        <w:rPr>
          <w:i/>
          <w:sz w:val="28"/>
          <w:bdr w:val="single" w:sz="4" w:space="0" w:color="auto"/>
        </w:rPr>
        <w:t>BOX</w:t>
      </w:r>
      <w:r w:rsidRPr="001B696A">
        <w:rPr>
          <w:i/>
          <w:sz w:val="28"/>
        </w:rPr>
        <w:t xml:space="preserve"> your final answer!</w:t>
      </w:r>
    </w:p>
    <w:p w14:paraId="4379FCD2" w14:textId="77777777" w:rsidR="001B696A" w:rsidRPr="001B696A" w:rsidRDefault="001B696A" w:rsidP="001B696A">
      <w:pPr>
        <w:pStyle w:val="ListParagraph"/>
        <w:numPr>
          <w:ilvl w:val="0"/>
          <w:numId w:val="1"/>
        </w:numPr>
        <w:rPr>
          <w:i/>
          <w:sz w:val="28"/>
        </w:rPr>
      </w:pPr>
      <w:r w:rsidRPr="001B696A">
        <w:rPr>
          <w:i/>
          <w:sz w:val="28"/>
        </w:rPr>
        <w:t>Round to 2 decimal points.</w:t>
      </w:r>
    </w:p>
    <w:p w14:paraId="39E4D7D6" w14:textId="77777777" w:rsidR="001B696A" w:rsidRDefault="001B696A" w:rsidP="001B696A"/>
    <w:p w14:paraId="1B38F487" w14:textId="77777777" w:rsidR="000F0252" w:rsidRPr="000F0252" w:rsidRDefault="000F0252" w:rsidP="001B696A">
      <w:pPr>
        <w:rPr>
          <w:rFonts w:ascii="Calibri" w:hAnsi="Calibri"/>
        </w:rPr>
      </w:pPr>
    </w:p>
    <w:p w14:paraId="730992F7" w14:textId="77777777" w:rsidR="000F0252" w:rsidRPr="000F0252" w:rsidRDefault="000F0252" w:rsidP="000F0252">
      <w:pPr>
        <w:pStyle w:val="ListParagraph"/>
        <w:numPr>
          <w:ilvl w:val="0"/>
          <w:numId w:val="3"/>
        </w:numPr>
        <w:ind w:left="360"/>
        <w:rPr>
          <w:rFonts w:ascii="Calibri" w:eastAsia="Times New Roman" w:hAnsi="Calibri" w:cs="Times New Roman"/>
        </w:rPr>
      </w:pPr>
      <w:r w:rsidRPr="000F0252">
        <w:rPr>
          <w:rFonts w:ascii="Calibri" w:eastAsia="Times New Roman" w:hAnsi="Calibri" w:cs="Times New Roman"/>
        </w:rPr>
        <w:t xml:space="preserve">Four isotopes of lead include lead-204, lead-206, lead-207, and lead-208. The average atomic mass of a lead atom is 207.2 </w:t>
      </w:r>
      <w:proofErr w:type="spellStart"/>
      <w:r w:rsidRPr="000F0252">
        <w:rPr>
          <w:rFonts w:ascii="Calibri" w:eastAsia="Times New Roman" w:hAnsi="Calibri" w:cs="Times New Roman"/>
        </w:rPr>
        <w:t>amu</w:t>
      </w:r>
      <w:proofErr w:type="spellEnd"/>
      <w:r w:rsidRPr="000F0252">
        <w:rPr>
          <w:rFonts w:ascii="Calibri" w:eastAsia="Times New Roman" w:hAnsi="Calibri" w:cs="Times New Roman"/>
        </w:rPr>
        <w:t xml:space="preserve">. Which isotope of lead </w:t>
      </w:r>
      <w:r>
        <w:rPr>
          <w:rFonts w:ascii="Calibri" w:eastAsia="Times New Roman" w:hAnsi="Calibri" w:cs="Times New Roman"/>
        </w:rPr>
        <w:t>is most abundant (common) and why?</w:t>
      </w:r>
      <w:r w:rsidRPr="000F0252">
        <w:rPr>
          <w:rFonts w:ascii="Calibri" w:eastAsia="Times New Roman" w:hAnsi="Calibri" w:cs="Times New Roman"/>
        </w:rPr>
        <w:t xml:space="preserve"> </w:t>
      </w:r>
    </w:p>
    <w:p w14:paraId="51580936" w14:textId="77777777" w:rsidR="000F0252" w:rsidRPr="000F0252" w:rsidRDefault="000F0252" w:rsidP="000F0252">
      <w:pPr>
        <w:ind w:left="360"/>
        <w:rPr>
          <w:rFonts w:ascii="Calibri" w:hAnsi="Calibri"/>
        </w:rPr>
      </w:pPr>
    </w:p>
    <w:p w14:paraId="396643A5" w14:textId="77777777" w:rsidR="000F0252" w:rsidRDefault="000F0252" w:rsidP="000F0252">
      <w:pPr>
        <w:ind w:left="360"/>
        <w:rPr>
          <w:rFonts w:ascii="Calibri" w:hAnsi="Calibri"/>
        </w:rPr>
      </w:pPr>
    </w:p>
    <w:p w14:paraId="233DE16B" w14:textId="77777777" w:rsidR="000F0252" w:rsidRDefault="000F0252" w:rsidP="000F0252">
      <w:pPr>
        <w:ind w:left="360"/>
        <w:rPr>
          <w:rFonts w:ascii="Calibri" w:hAnsi="Calibri"/>
        </w:rPr>
      </w:pPr>
    </w:p>
    <w:p w14:paraId="17FD7C7F" w14:textId="77777777" w:rsidR="000F0252" w:rsidRPr="000F0252" w:rsidRDefault="000F0252" w:rsidP="000F0252">
      <w:pPr>
        <w:ind w:left="360"/>
        <w:rPr>
          <w:rFonts w:ascii="Calibri" w:hAnsi="Calibri"/>
        </w:rPr>
      </w:pPr>
    </w:p>
    <w:p w14:paraId="729DD792" w14:textId="77777777" w:rsidR="001B696A" w:rsidRPr="000F0252" w:rsidRDefault="001B696A" w:rsidP="000F0252">
      <w:pPr>
        <w:pStyle w:val="ListParagraph"/>
        <w:numPr>
          <w:ilvl w:val="0"/>
          <w:numId w:val="3"/>
        </w:numPr>
        <w:ind w:left="360"/>
        <w:rPr>
          <w:rFonts w:ascii="Calibri" w:eastAsia="Times New Roman" w:hAnsi="Calibri" w:cs="Times New Roman"/>
        </w:rPr>
      </w:pPr>
      <w:r w:rsidRPr="000F0252">
        <w:rPr>
          <w:rFonts w:ascii="Calibri" w:eastAsia="Times New Roman" w:hAnsi="Calibri" w:cs="Times New Roman"/>
        </w:rPr>
        <w:t xml:space="preserve">Rubidium is a soft, silvery-white metal that has two common isotopes, </w:t>
      </w:r>
      <w:r w:rsidRPr="000F0252">
        <w:rPr>
          <w:rFonts w:ascii="Calibri" w:eastAsia="Times New Roman" w:hAnsi="Calibri" w:cs="Times New Roman"/>
          <w:vertAlign w:val="superscript"/>
        </w:rPr>
        <w:t>85</w:t>
      </w:r>
      <w:r w:rsidRPr="000F0252">
        <w:rPr>
          <w:rFonts w:ascii="Calibri" w:eastAsia="Times New Roman" w:hAnsi="Calibri" w:cs="Times New Roman"/>
        </w:rPr>
        <w:t xml:space="preserve">Rb and </w:t>
      </w:r>
      <w:r w:rsidRPr="000F0252">
        <w:rPr>
          <w:rFonts w:ascii="Calibri" w:eastAsia="Times New Roman" w:hAnsi="Calibri" w:cs="Times New Roman"/>
          <w:vertAlign w:val="superscript"/>
        </w:rPr>
        <w:t>87</w:t>
      </w:r>
      <w:r w:rsidRPr="000F0252">
        <w:rPr>
          <w:rFonts w:ascii="Calibri" w:eastAsia="Times New Roman" w:hAnsi="Calibri" w:cs="Times New Roman"/>
        </w:rPr>
        <w:t xml:space="preserve">Rb. If the abundance of </w:t>
      </w:r>
      <w:r w:rsidRPr="000F0252">
        <w:rPr>
          <w:rFonts w:ascii="Calibri" w:eastAsia="Times New Roman" w:hAnsi="Calibri" w:cs="Times New Roman"/>
          <w:vertAlign w:val="superscript"/>
        </w:rPr>
        <w:t>85</w:t>
      </w:r>
      <w:r w:rsidRPr="000F0252">
        <w:rPr>
          <w:rFonts w:ascii="Calibri" w:eastAsia="Times New Roman" w:hAnsi="Calibri" w:cs="Times New Roman"/>
        </w:rPr>
        <w:t xml:space="preserve">Rb is 72.2% and the abundance of </w:t>
      </w:r>
      <w:r w:rsidRPr="000F0252">
        <w:rPr>
          <w:rFonts w:ascii="Calibri" w:eastAsia="Times New Roman" w:hAnsi="Calibri" w:cs="Times New Roman"/>
          <w:vertAlign w:val="superscript"/>
        </w:rPr>
        <w:t>87</w:t>
      </w:r>
      <w:r w:rsidRPr="000F0252">
        <w:rPr>
          <w:rFonts w:ascii="Calibri" w:eastAsia="Times New Roman" w:hAnsi="Calibri" w:cs="Times New Roman"/>
        </w:rPr>
        <w:t xml:space="preserve">Rb is 27.8%, what is the average atomic mass of rubidium? </w:t>
      </w:r>
    </w:p>
    <w:p w14:paraId="2C63E82A" w14:textId="77777777" w:rsidR="001B696A" w:rsidRDefault="001B696A" w:rsidP="000F0252">
      <w:pPr>
        <w:ind w:left="360"/>
        <w:rPr>
          <w:rFonts w:ascii="Calibri" w:hAnsi="Calibri"/>
        </w:rPr>
      </w:pPr>
    </w:p>
    <w:p w14:paraId="5B858890" w14:textId="77777777" w:rsidR="00445428" w:rsidRDefault="00445428" w:rsidP="000F0252">
      <w:pPr>
        <w:ind w:left="360"/>
        <w:rPr>
          <w:rFonts w:ascii="Calibri" w:hAnsi="Calibri"/>
        </w:rPr>
      </w:pPr>
    </w:p>
    <w:p w14:paraId="2CD4EF7B" w14:textId="77777777" w:rsidR="00445428" w:rsidRDefault="00445428" w:rsidP="000F0252">
      <w:pPr>
        <w:ind w:left="360"/>
        <w:rPr>
          <w:rFonts w:ascii="Calibri" w:hAnsi="Calibri"/>
        </w:rPr>
      </w:pPr>
    </w:p>
    <w:p w14:paraId="7FF3FC20" w14:textId="77777777" w:rsidR="00445428" w:rsidRDefault="00445428" w:rsidP="000F0252">
      <w:pPr>
        <w:ind w:left="360"/>
        <w:rPr>
          <w:rFonts w:ascii="Calibri" w:hAnsi="Calibri"/>
        </w:rPr>
      </w:pPr>
    </w:p>
    <w:p w14:paraId="4E1C4B8A" w14:textId="77777777" w:rsidR="00445428" w:rsidRDefault="00445428" w:rsidP="000F0252">
      <w:pPr>
        <w:ind w:left="360"/>
        <w:rPr>
          <w:rFonts w:ascii="Calibri" w:hAnsi="Calibri"/>
        </w:rPr>
      </w:pPr>
    </w:p>
    <w:p w14:paraId="2E8AC6F9" w14:textId="77777777" w:rsidR="00445428" w:rsidRPr="000F0252" w:rsidRDefault="00445428" w:rsidP="000F0252">
      <w:pPr>
        <w:ind w:left="360"/>
        <w:rPr>
          <w:rFonts w:ascii="Calibri" w:hAnsi="Calibri"/>
        </w:rPr>
      </w:pPr>
    </w:p>
    <w:p w14:paraId="0FCE4AEF" w14:textId="77777777" w:rsidR="001B696A" w:rsidRPr="000F0252" w:rsidRDefault="001B696A" w:rsidP="000F0252">
      <w:pPr>
        <w:pStyle w:val="ListParagraph"/>
        <w:numPr>
          <w:ilvl w:val="0"/>
          <w:numId w:val="3"/>
        </w:numPr>
        <w:ind w:left="360"/>
        <w:rPr>
          <w:rFonts w:ascii="Calibri" w:eastAsia="Times New Roman" w:hAnsi="Calibri" w:cs="Times New Roman"/>
        </w:rPr>
      </w:pPr>
      <w:r w:rsidRPr="000F0252">
        <w:rPr>
          <w:rFonts w:ascii="Calibri" w:eastAsia="Times New Roman" w:hAnsi="Calibri" w:cs="Times New Roman"/>
        </w:rPr>
        <w:t xml:space="preserve">Uranium is used in nuclear reactors and is a rare element on earth. Uranium has three common isotopes. If the abundance of </w:t>
      </w:r>
      <w:r w:rsidRPr="00445428">
        <w:rPr>
          <w:rFonts w:ascii="Calibri" w:eastAsia="Times New Roman" w:hAnsi="Calibri" w:cs="Times New Roman"/>
          <w:vertAlign w:val="superscript"/>
        </w:rPr>
        <w:t>234</w:t>
      </w:r>
      <w:r w:rsidRPr="000F0252">
        <w:rPr>
          <w:rFonts w:ascii="Calibri" w:eastAsia="Times New Roman" w:hAnsi="Calibri" w:cs="Times New Roman"/>
        </w:rPr>
        <w:t xml:space="preserve">U is 0.01%, the abundance of </w:t>
      </w:r>
      <w:r w:rsidRPr="00445428">
        <w:rPr>
          <w:rFonts w:ascii="Calibri" w:eastAsia="Times New Roman" w:hAnsi="Calibri" w:cs="Times New Roman"/>
          <w:vertAlign w:val="superscript"/>
        </w:rPr>
        <w:t>235</w:t>
      </w:r>
      <w:r w:rsidRPr="000F0252">
        <w:rPr>
          <w:rFonts w:ascii="Calibri" w:eastAsia="Times New Roman" w:hAnsi="Calibri" w:cs="Times New Roman"/>
        </w:rPr>
        <w:t xml:space="preserve">U is 0.71%, and the abundance of </w:t>
      </w:r>
      <w:r w:rsidRPr="00445428">
        <w:rPr>
          <w:rFonts w:ascii="Calibri" w:eastAsia="Times New Roman" w:hAnsi="Calibri" w:cs="Times New Roman"/>
          <w:vertAlign w:val="superscript"/>
        </w:rPr>
        <w:t>238</w:t>
      </w:r>
      <w:r w:rsidRPr="000F0252">
        <w:rPr>
          <w:rFonts w:ascii="Calibri" w:eastAsia="Times New Roman" w:hAnsi="Calibri" w:cs="Times New Roman"/>
        </w:rPr>
        <w:t xml:space="preserve">U is 99.28%, what is the average atomic mass of uranium? </w:t>
      </w:r>
    </w:p>
    <w:p w14:paraId="781D64B9" w14:textId="77777777" w:rsidR="001B696A" w:rsidRDefault="001B696A" w:rsidP="000F0252">
      <w:pPr>
        <w:ind w:left="360"/>
        <w:rPr>
          <w:rFonts w:ascii="Calibri" w:hAnsi="Calibri"/>
        </w:rPr>
      </w:pPr>
    </w:p>
    <w:p w14:paraId="54330586" w14:textId="77777777" w:rsidR="00445428" w:rsidRDefault="00445428" w:rsidP="000F0252">
      <w:pPr>
        <w:ind w:left="360"/>
        <w:rPr>
          <w:rFonts w:ascii="Calibri" w:hAnsi="Calibri"/>
        </w:rPr>
      </w:pPr>
    </w:p>
    <w:p w14:paraId="4467C690" w14:textId="77777777" w:rsidR="00445428" w:rsidRDefault="00445428" w:rsidP="000F0252">
      <w:pPr>
        <w:ind w:left="360"/>
        <w:rPr>
          <w:rFonts w:ascii="Calibri" w:hAnsi="Calibri"/>
        </w:rPr>
      </w:pPr>
    </w:p>
    <w:p w14:paraId="5C3956D5" w14:textId="77777777" w:rsidR="00445428" w:rsidRDefault="00445428" w:rsidP="000F0252">
      <w:pPr>
        <w:ind w:left="360"/>
        <w:rPr>
          <w:rFonts w:ascii="Calibri" w:hAnsi="Calibri"/>
        </w:rPr>
      </w:pPr>
    </w:p>
    <w:p w14:paraId="1EC4FF06" w14:textId="77777777" w:rsidR="00445428" w:rsidRDefault="00445428" w:rsidP="000F0252">
      <w:pPr>
        <w:ind w:left="360"/>
        <w:rPr>
          <w:rFonts w:ascii="Calibri" w:hAnsi="Calibri"/>
        </w:rPr>
      </w:pPr>
    </w:p>
    <w:p w14:paraId="06785443" w14:textId="77777777" w:rsidR="00445428" w:rsidRPr="000F0252" w:rsidRDefault="00445428" w:rsidP="000F0252">
      <w:pPr>
        <w:ind w:left="360"/>
        <w:rPr>
          <w:rFonts w:ascii="Calibri" w:hAnsi="Calibri"/>
        </w:rPr>
      </w:pPr>
    </w:p>
    <w:p w14:paraId="1AAE0C5D" w14:textId="77777777" w:rsidR="001B696A" w:rsidRPr="000F0252" w:rsidRDefault="001B696A" w:rsidP="000F0252">
      <w:pPr>
        <w:pStyle w:val="ListParagraph"/>
        <w:numPr>
          <w:ilvl w:val="0"/>
          <w:numId w:val="3"/>
        </w:numPr>
        <w:ind w:left="360"/>
        <w:rPr>
          <w:rFonts w:ascii="Calibri" w:eastAsia="Times New Roman" w:hAnsi="Calibri" w:cs="Times New Roman"/>
        </w:rPr>
      </w:pPr>
      <w:r w:rsidRPr="000F0252">
        <w:rPr>
          <w:rFonts w:ascii="Calibri" w:eastAsia="Times New Roman" w:hAnsi="Calibri" w:cs="Times New Roman"/>
        </w:rPr>
        <w:t xml:space="preserve">Copper used in electric wires comes in two </w:t>
      </w:r>
      <w:r w:rsidR="00445428">
        <w:rPr>
          <w:rFonts w:ascii="Calibri" w:eastAsia="Times New Roman" w:hAnsi="Calibri" w:cs="Times New Roman"/>
        </w:rPr>
        <w:t>isotopes</w:t>
      </w:r>
      <w:r w:rsidRPr="000F0252">
        <w:rPr>
          <w:rFonts w:ascii="Calibri" w:eastAsia="Times New Roman" w:hAnsi="Calibri" w:cs="Times New Roman"/>
        </w:rPr>
        <w:t xml:space="preserve">: </w:t>
      </w:r>
      <w:r w:rsidRPr="00445428">
        <w:rPr>
          <w:rFonts w:ascii="Calibri" w:eastAsia="Times New Roman" w:hAnsi="Calibri" w:cs="Times New Roman"/>
          <w:vertAlign w:val="superscript"/>
        </w:rPr>
        <w:t>63</w:t>
      </w:r>
      <w:r w:rsidRPr="000F0252">
        <w:rPr>
          <w:rFonts w:ascii="Calibri" w:eastAsia="Times New Roman" w:hAnsi="Calibri" w:cs="Times New Roman"/>
        </w:rPr>
        <w:t xml:space="preserve">Cu and </w:t>
      </w:r>
      <w:r w:rsidRPr="00445428">
        <w:rPr>
          <w:rFonts w:ascii="Calibri" w:eastAsia="Times New Roman" w:hAnsi="Calibri" w:cs="Times New Roman"/>
          <w:vertAlign w:val="superscript"/>
        </w:rPr>
        <w:t>65</w:t>
      </w:r>
      <w:r w:rsidRPr="000F0252">
        <w:rPr>
          <w:rFonts w:ascii="Calibri" w:eastAsia="Times New Roman" w:hAnsi="Calibri" w:cs="Times New Roman"/>
        </w:rPr>
        <w:t xml:space="preserve">Cu. </w:t>
      </w:r>
      <w:r w:rsidRPr="00445428">
        <w:rPr>
          <w:rFonts w:ascii="Calibri" w:eastAsia="Times New Roman" w:hAnsi="Calibri" w:cs="Times New Roman"/>
          <w:vertAlign w:val="superscript"/>
        </w:rPr>
        <w:t>63</w:t>
      </w:r>
      <w:r w:rsidRPr="000F0252">
        <w:rPr>
          <w:rFonts w:ascii="Calibri" w:eastAsia="Times New Roman" w:hAnsi="Calibri" w:cs="Times New Roman"/>
        </w:rPr>
        <w:t xml:space="preserve">Cu has an atomic mass of 62.9298 </w:t>
      </w:r>
      <w:proofErr w:type="spellStart"/>
      <w:r w:rsidRPr="000F0252">
        <w:rPr>
          <w:rFonts w:ascii="Calibri" w:eastAsia="Times New Roman" w:hAnsi="Calibri" w:cs="Times New Roman"/>
        </w:rPr>
        <w:t>amu</w:t>
      </w:r>
      <w:proofErr w:type="spellEnd"/>
      <w:r w:rsidRPr="000F0252">
        <w:rPr>
          <w:rFonts w:ascii="Calibri" w:eastAsia="Times New Roman" w:hAnsi="Calibri" w:cs="Times New Roman"/>
        </w:rPr>
        <w:t xml:space="preserve"> and an abundance of 69.09%. The other isotope, </w:t>
      </w:r>
      <w:r w:rsidRPr="00445428">
        <w:rPr>
          <w:rFonts w:ascii="Calibri" w:eastAsia="Times New Roman" w:hAnsi="Calibri" w:cs="Times New Roman"/>
          <w:vertAlign w:val="superscript"/>
        </w:rPr>
        <w:t>65</w:t>
      </w:r>
      <w:r w:rsidRPr="000F0252">
        <w:rPr>
          <w:rFonts w:ascii="Calibri" w:eastAsia="Times New Roman" w:hAnsi="Calibri" w:cs="Times New Roman"/>
        </w:rPr>
        <w:t xml:space="preserve">Cu, has an abundance of 30.91%. The average atomic mass between these two isotopes is 63.546 </w:t>
      </w:r>
      <w:proofErr w:type="spellStart"/>
      <w:r w:rsidRPr="000F0252">
        <w:rPr>
          <w:rFonts w:ascii="Calibri" w:eastAsia="Times New Roman" w:hAnsi="Calibri" w:cs="Times New Roman"/>
        </w:rPr>
        <w:t>amu</w:t>
      </w:r>
      <w:proofErr w:type="spellEnd"/>
      <w:r w:rsidRPr="000F0252">
        <w:rPr>
          <w:rFonts w:ascii="Calibri" w:eastAsia="Times New Roman" w:hAnsi="Calibri" w:cs="Times New Roman"/>
        </w:rPr>
        <w:t xml:space="preserve">. Calculate the actual atomic mass of </w:t>
      </w:r>
      <w:r w:rsidRPr="00445428">
        <w:rPr>
          <w:rFonts w:ascii="Calibri" w:eastAsia="Times New Roman" w:hAnsi="Calibri" w:cs="Times New Roman"/>
          <w:vertAlign w:val="superscript"/>
        </w:rPr>
        <w:t>65</w:t>
      </w:r>
      <w:r w:rsidRPr="000F0252">
        <w:rPr>
          <w:rFonts w:ascii="Calibri" w:eastAsia="Times New Roman" w:hAnsi="Calibri" w:cs="Times New Roman"/>
        </w:rPr>
        <w:t xml:space="preserve">Cu. </w:t>
      </w:r>
    </w:p>
    <w:p w14:paraId="221D08B4" w14:textId="77777777" w:rsidR="001B696A" w:rsidRDefault="001B696A" w:rsidP="000F0252">
      <w:pPr>
        <w:ind w:left="360"/>
        <w:rPr>
          <w:rFonts w:ascii="Calibri" w:hAnsi="Calibri"/>
        </w:rPr>
      </w:pPr>
    </w:p>
    <w:p w14:paraId="514541F7" w14:textId="77777777" w:rsidR="00445428" w:rsidRDefault="00445428" w:rsidP="000F0252">
      <w:pPr>
        <w:ind w:left="360"/>
        <w:rPr>
          <w:rFonts w:ascii="Calibri" w:hAnsi="Calibri"/>
        </w:rPr>
      </w:pPr>
    </w:p>
    <w:p w14:paraId="69008056" w14:textId="77777777" w:rsidR="00445428" w:rsidRDefault="00445428" w:rsidP="000F0252">
      <w:pPr>
        <w:ind w:left="360"/>
        <w:rPr>
          <w:rFonts w:ascii="Calibri" w:hAnsi="Calibri"/>
        </w:rPr>
      </w:pPr>
    </w:p>
    <w:p w14:paraId="53485AC1" w14:textId="77777777" w:rsidR="00445428" w:rsidRDefault="00445428" w:rsidP="000F0252">
      <w:pPr>
        <w:ind w:left="360"/>
        <w:rPr>
          <w:rFonts w:ascii="Calibri" w:hAnsi="Calibri"/>
        </w:rPr>
      </w:pPr>
    </w:p>
    <w:p w14:paraId="19CE6D17" w14:textId="77777777" w:rsidR="00445428" w:rsidRDefault="00445428" w:rsidP="000F0252">
      <w:pPr>
        <w:ind w:left="360"/>
        <w:rPr>
          <w:rFonts w:ascii="Calibri" w:hAnsi="Calibri"/>
        </w:rPr>
      </w:pPr>
    </w:p>
    <w:p w14:paraId="1F3BD011" w14:textId="77777777" w:rsidR="00445428" w:rsidRDefault="00445428" w:rsidP="000F0252">
      <w:pPr>
        <w:ind w:left="360"/>
        <w:rPr>
          <w:rFonts w:ascii="Calibri" w:hAnsi="Calibri"/>
        </w:rPr>
      </w:pPr>
    </w:p>
    <w:p w14:paraId="54A9E54E" w14:textId="77777777" w:rsidR="00445428" w:rsidRPr="000F0252" w:rsidRDefault="00445428" w:rsidP="000F0252">
      <w:pPr>
        <w:ind w:left="360"/>
        <w:rPr>
          <w:rFonts w:ascii="Calibri" w:hAnsi="Calibri"/>
        </w:rPr>
      </w:pPr>
    </w:p>
    <w:p w14:paraId="4AB0D68B" w14:textId="77777777" w:rsidR="00434DD5" w:rsidRDefault="00434DD5" w:rsidP="0012605D">
      <w:pPr>
        <w:pStyle w:val="ListParagraph"/>
        <w:numPr>
          <w:ilvl w:val="0"/>
          <w:numId w:val="3"/>
        </w:numPr>
      </w:pPr>
      <w:r>
        <w:lastRenderedPageBreak/>
        <w:t>Iridium has two stable isotopes: Iridium-191 and Iridium-193. Look up the average atomic mass of Iridium (</w:t>
      </w:r>
      <w:proofErr w:type="spellStart"/>
      <w:r>
        <w:t>Ir</w:t>
      </w:r>
      <w:proofErr w:type="spellEnd"/>
      <w:r>
        <w:t>) in your periodic table. Then, calculate the percent abundance of each isotope.</w:t>
      </w:r>
    </w:p>
    <w:p w14:paraId="7D236690" w14:textId="77777777" w:rsidR="00434DD5" w:rsidRDefault="00434DD5" w:rsidP="00434DD5"/>
    <w:p w14:paraId="52229ADF" w14:textId="77777777" w:rsidR="00434DD5" w:rsidRDefault="00434DD5" w:rsidP="00434DD5"/>
    <w:p w14:paraId="149C40E5" w14:textId="77777777" w:rsidR="00434DD5" w:rsidRDefault="00434DD5" w:rsidP="00434DD5"/>
    <w:p w14:paraId="0B7DC260" w14:textId="77777777" w:rsidR="0012605D" w:rsidRDefault="0012605D" w:rsidP="00434DD5"/>
    <w:p w14:paraId="72969418" w14:textId="77777777" w:rsidR="0012605D" w:rsidRDefault="0012605D" w:rsidP="00434DD5"/>
    <w:p w14:paraId="0AFA0780" w14:textId="77777777" w:rsidR="0012605D" w:rsidRDefault="0012605D" w:rsidP="00434DD5"/>
    <w:p w14:paraId="4972498A" w14:textId="77777777" w:rsidR="00434DD5" w:rsidRDefault="00434DD5" w:rsidP="00434DD5"/>
    <w:p w14:paraId="407BFD63" w14:textId="77777777" w:rsidR="00434DD5" w:rsidRDefault="00434DD5" w:rsidP="00434DD5"/>
    <w:p w14:paraId="6FB49907" w14:textId="77777777" w:rsidR="00434DD5" w:rsidRDefault="00434DD5" w:rsidP="0012605D">
      <w:pPr>
        <w:pStyle w:val="ListParagraph"/>
        <w:numPr>
          <w:ilvl w:val="0"/>
          <w:numId w:val="3"/>
        </w:numPr>
      </w:pPr>
      <w:r>
        <w:t>Potassium has two stable isotopes: Potassium-39 and Potassium-41. Look up the Look up the average atomic mass of Potassium (K) in your periodic table. Then, calculate the percent abundance of each isotope.</w:t>
      </w:r>
    </w:p>
    <w:p w14:paraId="7E5F881E" w14:textId="77777777" w:rsidR="00434DD5" w:rsidRDefault="00434DD5" w:rsidP="00434DD5">
      <w:pPr>
        <w:pStyle w:val="ListParagraph"/>
        <w:ind w:left="360"/>
      </w:pPr>
    </w:p>
    <w:p w14:paraId="31F5DA5D" w14:textId="77777777" w:rsidR="00434DD5" w:rsidRDefault="00434DD5" w:rsidP="00434DD5">
      <w:pPr>
        <w:pStyle w:val="ListParagraph"/>
        <w:ind w:left="360"/>
      </w:pPr>
    </w:p>
    <w:p w14:paraId="3FC6F82E" w14:textId="77777777" w:rsidR="00434DD5" w:rsidRDefault="00434DD5" w:rsidP="00434DD5">
      <w:pPr>
        <w:pStyle w:val="ListParagraph"/>
        <w:ind w:left="360"/>
      </w:pPr>
    </w:p>
    <w:p w14:paraId="34FE6EC6" w14:textId="77777777" w:rsidR="0012605D" w:rsidRDefault="0012605D" w:rsidP="00434DD5">
      <w:pPr>
        <w:pStyle w:val="ListParagraph"/>
        <w:ind w:left="360"/>
      </w:pPr>
    </w:p>
    <w:p w14:paraId="15BC57E7" w14:textId="77777777" w:rsidR="0012605D" w:rsidRDefault="0012605D" w:rsidP="00434DD5">
      <w:pPr>
        <w:pStyle w:val="ListParagraph"/>
        <w:ind w:left="360"/>
      </w:pPr>
    </w:p>
    <w:p w14:paraId="75850411" w14:textId="77777777" w:rsidR="0012605D" w:rsidRDefault="0012605D" w:rsidP="00434DD5">
      <w:pPr>
        <w:pStyle w:val="ListParagraph"/>
        <w:ind w:left="360"/>
      </w:pPr>
    </w:p>
    <w:p w14:paraId="4F2BC0BF" w14:textId="77777777" w:rsidR="00434DD5" w:rsidRDefault="00434DD5" w:rsidP="00434DD5">
      <w:pPr>
        <w:pStyle w:val="ListParagraph"/>
        <w:ind w:left="360"/>
      </w:pPr>
    </w:p>
    <w:p w14:paraId="5C8E3687" w14:textId="77777777" w:rsidR="00434DD5" w:rsidRDefault="00434DD5" w:rsidP="00434DD5"/>
    <w:p w14:paraId="56CEBC66" w14:textId="77777777" w:rsidR="00434DD5" w:rsidRDefault="00434DD5" w:rsidP="00434DD5"/>
    <w:p w14:paraId="799F97D5" w14:textId="77777777" w:rsidR="0012605D" w:rsidRPr="00E021F0" w:rsidRDefault="0012605D" w:rsidP="0012605D">
      <w:pPr>
        <w:pStyle w:val="ListParagraph"/>
        <w:numPr>
          <w:ilvl w:val="0"/>
          <w:numId w:val="3"/>
        </w:numPr>
        <w:contextualSpacing w:val="0"/>
        <w:rPr>
          <w:rFonts w:eastAsia="Times New Roman" w:cs="Times New Roman"/>
          <w:color w:val="000000"/>
        </w:rPr>
      </w:pPr>
      <w:r w:rsidRPr="00E021F0">
        <w:rPr>
          <w:rFonts w:eastAsia="Times New Roman" w:cs="Times New Roman"/>
          <w:color w:val="000000"/>
        </w:rPr>
        <w:t xml:space="preserve">Nitrogen is made up of two isotopes, N-14 and N-15. Given nitrogen's </w:t>
      </w:r>
      <w:r>
        <w:rPr>
          <w:rFonts w:eastAsia="Times New Roman" w:cs="Times New Roman"/>
          <w:color w:val="000000"/>
        </w:rPr>
        <w:t>average atomic mass</w:t>
      </w:r>
      <w:r w:rsidRPr="00E021F0">
        <w:rPr>
          <w:rFonts w:eastAsia="Times New Roman" w:cs="Times New Roman"/>
          <w:color w:val="000000"/>
        </w:rPr>
        <w:t xml:space="preserve"> of 14.007, what is the percent abundance of each isotope?</w:t>
      </w:r>
    </w:p>
    <w:p w14:paraId="7A90CD19" w14:textId="77777777" w:rsidR="0012605D" w:rsidRPr="00E021F0" w:rsidRDefault="0012605D" w:rsidP="0012605D">
      <w:pPr>
        <w:ind w:left="360"/>
        <w:rPr>
          <w:rFonts w:eastAsia="Times New Roman" w:cs="Times New Roman"/>
          <w:color w:val="000000"/>
        </w:rPr>
      </w:pPr>
    </w:p>
    <w:p w14:paraId="201928B4" w14:textId="77777777" w:rsidR="0012605D" w:rsidRPr="00E021F0" w:rsidRDefault="0012605D" w:rsidP="0012605D">
      <w:pPr>
        <w:ind w:left="360"/>
        <w:rPr>
          <w:rFonts w:eastAsia="Times New Roman" w:cs="Times New Roman"/>
          <w:color w:val="000000"/>
        </w:rPr>
      </w:pPr>
    </w:p>
    <w:p w14:paraId="003B352C" w14:textId="77777777" w:rsidR="0012605D" w:rsidRPr="00E021F0" w:rsidRDefault="0012605D" w:rsidP="0012605D">
      <w:pPr>
        <w:ind w:left="360"/>
        <w:rPr>
          <w:rFonts w:eastAsia="Times New Roman" w:cs="Times New Roman"/>
          <w:color w:val="000000"/>
        </w:rPr>
      </w:pPr>
    </w:p>
    <w:p w14:paraId="7A7379CD" w14:textId="77777777" w:rsidR="0012605D" w:rsidRPr="00E021F0" w:rsidRDefault="0012605D" w:rsidP="0012605D">
      <w:pPr>
        <w:ind w:left="360"/>
        <w:rPr>
          <w:rFonts w:eastAsia="Times New Roman" w:cs="Times New Roman"/>
          <w:color w:val="000000"/>
        </w:rPr>
      </w:pPr>
    </w:p>
    <w:p w14:paraId="3B149CBE" w14:textId="77777777" w:rsidR="0012605D" w:rsidRDefault="0012605D" w:rsidP="0012605D">
      <w:pPr>
        <w:ind w:left="360"/>
        <w:rPr>
          <w:rFonts w:eastAsia="Times New Roman" w:cs="Times New Roman"/>
          <w:color w:val="000000"/>
        </w:rPr>
      </w:pPr>
    </w:p>
    <w:p w14:paraId="1FEC8164" w14:textId="77777777" w:rsidR="0012605D" w:rsidRPr="00E021F0" w:rsidRDefault="0012605D" w:rsidP="0012605D">
      <w:pPr>
        <w:ind w:left="360"/>
        <w:rPr>
          <w:rFonts w:eastAsia="Times New Roman" w:cs="Times New Roman"/>
          <w:color w:val="000000"/>
        </w:rPr>
      </w:pPr>
      <w:bookmarkStart w:id="0" w:name="_GoBack"/>
      <w:bookmarkEnd w:id="0"/>
    </w:p>
    <w:p w14:paraId="20CE0336" w14:textId="77777777" w:rsidR="0012605D" w:rsidRPr="00E021F0" w:rsidRDefault="0012605D" w:rsidP="0012605D">
      <w:pPr>
        <w:ind w:left="360"/>
        <w:rPr>
          <w:rFonts w:eastAsia="Times New Roman" w:cs="Times New Roman"/>
          <w:color w:val="000000"/>
        </w:rPr>
      </w:pPr>
    </w:p>
    <w:p w14:paraId="1A5DEE75" w14:textId="77777777" w:rsidR="0012605D" w:rsidRPr="00E021F0" w:rsidRDefault="0012605D" w:rsidP="0012605D">
      <w:pPr>
        <w:ind w:left="360"/>
        <w:rPr>
          <w:rFonts w:eastAsia="Times New Roman" w:cs="Times New Roman"/>
          <w:color w:val="000000"/>
        </w:rPr>
      </w:pPr>
    </w:p>
    <w:p w14:paraId="2091CF0E" w14:textId="77777777" w:rsidR="0012605D" w:rsidRPr="00E021F0" w:rsidRDefault="0012605D" w:rsidP="0012605D">
      <w:pPr>
        <w:ind w:left="360"/>
        <w:rPr>
          <w:rFonts w:eastAsia="Times New Roman" w:cs="Times New Roman"/>
          <w:color w:val="000000"/>
        </w:rPr>
      </w:pPr>
    </w:p>
    <w:p w14:paraId="14C109AE" w14:textId="77777777" w:rsidR="0012605D" w:rsidRPr="00E021F0" w:rsidRDefault="0012605D" w:rsidP="0012605D">
      <w:pPr>
        <w:pStyle w:val="ListParagraph"/>
        <w:numPr>
          <w:ilvl w:val="0"/>
          <w:numId w:val="3"/>
        </w:numPr>
        <w:contextualSpacing w:val="0"/>
        <w:rPr>
          <w:rFonts w:eastAsia="Times New Roman" w:cs="Times New Roman"/>
          <w:color w:val="000000"/>
        </w:rPr>
      </w:pPr>
      <w:r w:rsidRPr="00E021F0">
        <w:rPr>
          <w:rFonts w:eastAsia="Times New Roman" w:cs="Times New Roman"/>
          <w:color w:val="000000"/>
        </w:rPr>
        <w:t xml:space="preserve">Copper is made up of two isotopes, Cu-63 (62.9296 </w:t>
      </w:r>
      <w:proofErr w:type="spellStart"/>
      <w:r w:rsidRPr="00E021F0">
        <w:rPr>
          <w:rFonts w:eastAsia="Times New Roman" w:cs="Times New Roman"/>
          <w:color w:val="000000"/>
        </w:rPr>
        <w:t>amu</w:t>
      </w:r>
      <w:proofErr w:type="spellEnd"/>
      <w:r w:rsidRPr="00E021F0">
        <w:rPr>
          <w:rFonts w:eastAsia="Times New Roman" w:cs="Times New Roman"/>
          <w:color w:val="000000"/>
        </w:rPr>
        <w:t xml:space="preserve">) and Cu-65 (64.9278 </w:t>
      </w:r>
      <w:proofErr w:type="spellStart"/>
      <w:r w:rsidRPr="00E021F0">
        <w:rPr>
          <w:rFonts w:eastAsia="Times New Roman" w:cs="Times New Roman"/>
          <w:color w:val="000000"/>
        </w:rPr>
        <w:t>amu</w:t>
      </w:r>
      <w:proofErr w:type="spellEnd"/>
      <w:r w:rsidRPr="00E021F0">
        <w:rPr>
          <w:rFonts w:eastAsia="Times New Roman" w:cs="Times New Roman"/>
          <w:color w:val="000000"/>
        </w:rPr>
        <w:t xml:space="preserve">). Given copper's </w:t>
      </w:r>
      <w:r>
        <w:rPr>
          <w:rFonts w:eastAsia="Times New Roman" w:cs="Times New Roman"/>
          <w:color w:val="000000"/>
        </w:rPr>
        <w:t>average atomic mass</w:t>
      </w:r>
      <w:r w:rsidRPr="00E021F0">
        <w:rPr>
          <w:rFonts w:eastAsia="Times New Roman" w:cs="Times New Roman"/>
          <w:color w:val="000000"/>
        </w:rPr>
        <w:t xml:space="preserve"> of 63.546, what is the percent abundance of each isotope?</w:t>
      </w:r>
    </w:p>
    <w:p w14:paraId="4C9D1786" w14:textId="77777777" w:rsidR="0012605D" w:rsidRPr="00E021F0" w:rsidRDefault="0012605D" w:rsidP="0012605D"/>
    <w:p w14:paraId="419C5C2D" w14:textId="77777777" w:rsidR="0012605D" w:rsidRPr="00E021F0" w:rsidRDefault="0012605D" w:rsidP="0012605D"/>
    <w:p w14:paraId="268904CA" w14:textId="77777777" w:rsidR="0012605D" w:rsidRPr="00E021F0" w:rsidRDefault="0012605D" w:rsidP="0012605D"/>
    <w:p w14:paraId="71897612" w14:textId="77777777" w:rsidR="0012605D" w:rsidRPr="00E021F0" w:rsidRDefault="0012605D" w:rsidP="0012605D"/>
    <w:p w14:paraId="2B35E96D" w14:textId="77777777" w:rsidR="00445428" w:rsidRPr="00445428" w:rsidRDefault="00445428" w:rsidP="00445428">
      <w:pPr>
        <w:ind w:left="360"/>
        <w:rPr>
          <w:rFonts w:ascii="Calibri" w:hAnsi="Calibri"/>
        </w:rPr>
      </w:pPr>
    </w:p>
    <w:sectPr w:rsidR="00445428" w:rsidRPr="00445428" w:rsidSect="008D248E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20E27"/>
    <w:multiLevelType w:val="hybridMultilevel"/>
    <w:tmpl w:val="C30E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848A4"/>
    <w:multiLevelType w:val="hybridMultilevel"/>
    <w:tmpl w:val="FC584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485835"/>
    <w:multiLevelType w:val="hybridMultilevel"/>
    <w:tmpl w:val="6832B9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C218F"/>
    <w:multiLevelType w:val="hybridMultilevel"/>
    <w:tmpl w:val="13D2C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237CEF"/>
    <w:multiLevelType w:val="hybridMultilevel"/>
    <w:tmpl w:val="EE2E0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E7591"/>
    <w:multiLevelType w:val="hybridMultilevel"/>
    <w:tmpl w:val="8C96C6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B1919"/>
    <w:multiLevelType w:val="hybridMultilevel"/>
    <w:tmpl w:val="D2580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6A"/>
    <w:rsid w:val="00027BA1"/>
    <w:rsid w:val="000F0252"/>
    <w:rsid w:val="0012605D"/>
    <w:rsid w:val="001B696A"/>
    <w:rsid w:val="00302193"/>
    <w:rsid w:val="00315846"/>
    <w:rsid w:val="003914E3"/>
    <w:rsid w:val="00434DD5"/>
    <w:rsid w:val="00445428"/>
    <w:rsid w:val="008D248E"/>
    <w:rsid w:val="00A85C3F"/>
    <w:rsid w:val="00B21C4F"/>
    <w:rsid w:val="00B7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5EA1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96A"/>
    <w:pPr>
      <w:ind w:left="720"/>
      <w:contextualSpacing/>
    </w:pPr>
  </w:style>
  <w:style w:type="table" w:styleId="TableGrid">
    <w:name w:val="Table Grid"/>
    <w:basedOn w:val="TableNormal"/>
    <w:uiPriority w:val="39"/>
    <w:rsid w:val="000F02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Doc.dotx</Template>
  <TotalTime>1</TotalTime>
  <Pages>2</Pages>
  <Words>293</Words>
  <Characters>1674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dcterms:created xsi:type="dcterms:W3CDTF">2017-09-15T13:27:00Z</dcterms:created>
  <dcterms:modified xsi:type="dcterms:W3CDTF">2017-09-15T13:27:00Z</dcterms:modified>
</cp:coreProperties>
</file>